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ACA58" w14:textId="77777777" w:rsidR="007F6687" w:rsidRDefault="007F6687" w:rsidP="001C7B95">
      <w:pPr>
        <w:rPr>
          <w:rFonts w:asciiTheme="minorHAnsi" w:hAnsiTheme="minorHAnsi" w:cs="Arial"/>
          <w:b/>
          <w:i/>
          <w:sz w:val="20"/>
          <w:szCs w:val="20"/>
        </w:rPr>
      </w:pPr>
    </w:p>
    <w:p w14:paraId="7CF1630A" w14:textId="77777777" w:rsidR="00233FC6" w:rsidRPr="00233FC6" w:rsidRDefault="007F6687" w:rsidP="001C7B95">
      <w:pPr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>______________________________</w:t>
      </w:r>
    </w:p>
    <w:p w14:paraId="53716500" w14:textId="77777777" w:rsidR="00233FC6" w:rsidRPr="003B5B5D" w:rsidRDefault="00233FC6" w:rsidP="00233FC6">
      <w:pPr>
        <w:ind w:left="7080" w:hanging="7080"/>
        <w:jc w:val="both"/>
        <w:rPr>
          <w:rFonts w:ascii="Arial" w:hAnsi="Arial" w:cs="Arial"/>
          <w:i/>
          <w:sz w:val="18"/>
        </w:rPr>
      </w:pPr>
      <w:r w:rsidRPr="003B5B5D">
        <w:rPr>
          <w:rFonts w:ascii="Arial" w:hAnsi="Arial" w:cs="Arial"/>
          <w:sz w:val="18"/>
        </w:rPr>
        <w:t>(</w:t>
      </w:r>
      <w:r w:rsidRPr="003B5B5D">
        <w:rPr>
          <w:rFonts w:ascii="Arial" w:hAnsi="Arial" w:cs="Arial"/>
          <w:i/>
          <w:sz w:val="18"/>
        </w:rPr>
        <w:t>oznaczenie Wykonawcy/</w:t>
      </w:r>
    </w:p>
    <w:p w14:paraId="403CA045" w14:textId="77777777" w:rsidR="00233FC6" w:rsidRPr="003B5B5D" w:rsidRDefault="00233FC6" w:rsidP="00233FC6">
      <w:pPr>
        <w:ind w:left="7080" w:hanging="7080"/>
        <w:jc w:val="both"/>
        <w:rPr>
          <w:rFonts w:ascii="Arial" w:hAnsi="Arial" w:cs="Arial"/>
          <w:sz w:val="18"/>
        </w:rPr>
      </w:pPr>
      <w:r w:rsidRPr="003B5B5D">
        <w:rPr>
          <w:rFonts w:ascii="Arial" w:hAnsi="Arial" w:cs="Arial"/>
          <w:i/>
          <w:sz w:val="18"/>
        </w:rPr>
        <w:t>Wykonawców występujących wspólnie</w:t>
      </w:r>
      <w:r w:rsidRPr="003B5B5D">
        <w:rPr>
          <w:rFonts w:ascii="Arial" w:hAnsi="Arial" w:cs="Arial"/>
          <w:sz w:val="18"/>
        </w:rPr>
        <w:t>)</w:t>
      </w:r>
    </w:p>
    <w:p w14:paraId="70DD46CA" w14:textId="77777777" w:rsidR="001C7B95" w:rsidRDefault="001C7B95" w:rsidP="001C7B95">
      <w:pPr>
        <w:rPr>
          <w:rFonts w:asciiTheme="minorHAnsi" w:hAnsiTheme="minorHAnsi" w:cs="Arial"/>
          <w:sz w:val="20"/>
          <w:szCs w:val="20"/>
        </w:rPr>
      </w:pPr>
    </w:p>
    <w:p w14:paraId="73F19769" w14:textId="77777777" w:rsidR="00233FC6" w:rsidRPr="00C01C67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164A83DE" w14:textId="2DCEE564" w:rsidR="00002D05" w:rsidRDefault="001C7B95" w:rsidP="001C7B95">
      <w:pPr>
        <w:jc w:val="center"/>
        <w:rPr>
          <w:rFonts w:ascii="Arial" w:hAnsi="Arial" w:cs="Arial"/>
          <w:b/>
          <w:sz w:val="22"/>
        </w:rPr>
      </w:pPr>
      <w:r w:rsidRPr="00233FC6">
        <w:rPr>
          <w:rFonts w:ascii="Arial" w:hAnsi="Arial" w:cs="Arial"/>
          <w:b/>
          <w:sz w:val="28"/>
        </w:rPr>
        <w:t xml:space="preserve">Wykaz </w:t>
      </w:r>
      <w:r w:rsidR="009F016F">
        <w:rPr>
          <w:rFonts w:ascii="Arial" w:hAnsi="Arial" w:cs="Arial"/>
          <w:b/>
          <w:sz w:val="28"/>
        </w:rPr>
        <w:t>umów/zamówień</w:t>
      </w:r>
      <w:r w:rsidR="00233FC6" w:rsidRPr="00233FC6">
        <w:rPr>
          <w:rFonts w:ascii="Arial" w:hAnsi="Arial" w:cs="Arial"/>
          <w:b/>
          <w:sz w:val="28"/>
        </w:rPr>
        <w:br/>
      </w:r>
    </w:p>
    <w:p w14:paraId="43B1A4B4" w14:textId="77777777" w:rsidR="00002D05" w:rsidRDefault="00002D05" w:rsidP="001C7B95">
      <w:pPr>
        <w:jc w:val="center"/>
        <w:rPr>
          <w:rFonts w:ascii="Arial" w:hAnsi="Arial" w:cs="Arial"/>
          <w:b/>
          <w:sz w:val="22"/>
        </w:rPr>
      </w:pPr>
    </w:p>
    <w:p w14:paraId="11086B0E" w14:textId="77777777" w:rsidR="00233FC6" w:rsidRPr="00233FC6" w:rsidRDefault="00233FC6" w:rsidP="001C7B95">
      <w:pPr>
        <w:jc w:val="center"/>
        <w:rPr>
          <w:rFonts w:ascii="Arial" w:hAnsi="Arial" w:cs="Arial"/>
          <w:b/>
          <w:sz w:val="22"/>
        </w:rPr>
      </w:pPr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6"/>
      </w:tblGrid>
      <w:tr w:rsidR="004E1DF2" w:rsidRPr="003B5B5D" w14:paraId="3DD25218" w14:textId="77777777" w:rsidTr="0077511D">
        <w:trPr>
          <w:jc w:val="center"/>
        </w:trPr>
        <w:tc>
          <w:tcPr>
            <w:tcW w:w="9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6A9CAC" w14:textId="77777777" w:rsidR="0004060E" w:rsidRPr="0004060E" w:rsidRDefault="0004060E" w:rsidP="0004060E">
            <w:pPr>
              <w:rPr>
                <w:rFonts w:ascii="Arial" w:hAnsi="Arial" w:cs="Arial"/>
                <w:b/>
                <w:bCs/>
              </w:rPr>
            </w:pPr>
            <w:r w:rsidRPr="0004060E">
              <w:rPr>
                <w:rFonts w:ascii="Arial" w:hAnsi="Arial" w:cs="Arial"/>
                <w:b/>
                <w:bCs/>
              </w:rPr>
              <w:t>Nr sprawy: PZ.294.20981.2025</w:t>
            </w:r>
          </w:p>
          <w:p w14:paraId="0DB041A0" w14:textId="640934B8" w:rsidR="004E1DF2" w:rsidRPr="003B5B5D" w:rsidRDefault="0004060E" w:rsidP="0004060E">
            <w:pPr>
              <w:rPr>
                <w:rFonts w:ascii="Arial" w:hAnsi="Arial" w:cs="Arial"/>
                <w:b/>
                <w:bCs/>
              </w:rPr>
            </w:pPr>
            <w:r w:rsidRPr="0004060E">
              <w:rPr>
                <w:rFonts w:ascii="Arial" w:hAnsi="Arial" w:cs="Arial"/>
                <w:b/>
                <w:bCs/>
              </w:rPr>
              <w:t>Nr postępowania: 6060/ILG 6/05542/05099/25/P</w:t>
            </w:r>
          </w:p>
        </w:tc>
      </w:tr>
      <w:tr w:rsidR="004E1DF2" w:rsidRPr="003B5B5D" w14:paraId="5F6C2EDA" w14:textId="77777777" w:rsidTr="002C2CF2">
        <w:trPr>
          <w:jc w:val="center"/>
        </w:trPr>
        <w:tc>
          <w:tcPr>
            <w:tcW w:w="9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43AAF" w14:textId="7BE36055" w:rsidR="004E1DF2" w:rsidRDefault="0004060E" w:rsidP="0004060E">
            <w:pPr>
              <w:jc w:val="both"/>
              <w:rPr>
                <w:rFonts w:ascii="Arial" w:hAnsi="Arial" w:cs="Arial"/>
                <w:b/>
                <w:bCs/>
              </w:rPr>
            </w:pPr>
            <w:r w:rsidRPr="0004060E">
              <w:rPr>
                <w:rFonts w:ascii="Arial" w:hAnsi="Arial" w:cs="Arial"/>
                <w:b/>
                <w:bCs/>
              </w:rPr>
              <w:t>Zakup, dostawa oraz montaż mebli biurowych pracowniczych do budynku Centrali Spółki PKP Polskie Linie Kolejowe S.A w Warszawie przy ul. Targowej 74</w:t>
            </w:r>
          </w:p>
        </w:tc>
      </w:tr>
      <w:tr w:rsidR="00233FC6" w:rsidRPr="003B5B5D" w14:paraId="1A555E5A" w14:textId="77777777" w:rsidTr="00233FC6">
        <w:trPr>
          <w:trHeight w:val="715"/>
          <w:jc w:val="center"/>
        </w:trPr>
        <w:tc>
          <w:tcPr>
            <w:tcW w:w="9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544E54E2" w14:textId="77777777" w:rsidR="00233FC6" w:rsidRPr="003B5B5D" w:rsidRDefault="00233FC6" w:rsidP="003915C7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ZAMAWIAJĄCY:</w:t>
            </w:r>
          </w:p>
          <w:p w14:paraId="5C1B4D53" w14:textId="77777777" w:rsidR="00233FC6" w:rsidRPr="003B5B5D" w:rsidRDefault="00233FC6" w:rsidP="003915C7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 xml:space="preserve">PKP Polskie Linie Kolejowe S.A. </w:t>
            </w:r>
          </w:p>
          <w:p w14:paraId="1E724039" w14:textId="77777777" w:rsidR="00233FC6" w:rsidRPr="003B5B5D" w:rsidRDefault="00233FC6" w:rsidP="003915C7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ul. Targowa 74</w:t>
            </w:r>
          </w:p>
          <w:p w14:paraId="201680BC" w14:textId="77777777" w:rsidR="00233FC6" w:rsidRPr="003B5B5D" w:rsidRDefault="00233FC6" w:rsidP="003915C7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03-734 Warszawa</w:t>
            </w:r>
          </w:p>
        </w:tc>
      </w:tr>
    </w:tbl>
    <w:p w14:paraId="5811630F" w14:textId="77777777" w:rsidR="001C7B95" w:rsidRPr="00C01C67" w:rsidRDefault="001C7B95" w:rsidP="001C7B95">
      <w:pPr>
        <w:jc w:val="center"/>
        <w:rPr>
          <w:rFonts w:asciiTheme="minorHAnsi" w:hAnsiTheme="minorHAnsi" w:cs="Arial"/>
          <w:b/>
          <w:i/>
          <w:sz w:val="20"/>
          <w:szCs w:val="20"/>
        </w:rPr>
      </w:pPr>
    </w:p>
    <w:p w14:paraId="2E12116A" w14:textId="77777777" w:rsidR="001C7B95" w:rsidRDefault="001C7B95" w:rsidP="001C7B95">
      <w:pPr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</w:p>
    <w:p w14:paraId="0632D69E" w14:textId="77777777" w:rsidR="00A401CF" w:rsidRDefault="00A401CF" w:rsidP="001C7B95">
      <w:pPr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</w:p>
    <w:p w14:paraId="67602D55" w14:textId="77777777" w:rsidR="00A401CF" w:rsidRPr="00C01C67" w:rsidRDefault="00A401CF" w:rsidP="001C7B95">
      <w:pPr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</w:p>
    <w:p w14:paraId="6FB81016" w14:textId="77777777" w:rsidR="001C7B95" w:rsidRPr="00C01C67" w:rsidRDefault="001C7B95" w:rsidP="001C7B95">
      <w:pPr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598"/>
        <w:gridCol w:w="2693"/>
        <w:gridCol w:w="1843"/>
        <w:gridCol w:w="2126"/>
      </w:tblGrid>
      <w:tr w:rsidR="001C7B95" w:rsidRPr="00C01C67" w14:paraId="30DDDF30" w14:textId="77777777" w:rsidTr="00233FC6">
        <w:trPr>
          <w:trHeight w:val="557"/>
          <w:jc w:val="center"/>
        </w:trPr>
        <w:tc>
          <w:tcPr>
            <w:tcW w:w="516" w:type="dxa"/>
            <w:vAlign w:val="center"/>
          </w:tcPr>
          <w:p w14:paraId="034DFFA7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FC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98" w:type="dxa"/>
            <w:vAlign w:val="center"/>
          </w:tcPr>
          <w:p w14:paraId="62554D42" w14:textId="77777777" w:rsidR="001C7B95" w:rsidRPr="00233FC6" w:rsidRDefault="001C7B95" w:rsidP="00233F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FC6">
              <w:rPr>
                <w:rFonts w:ascii="Arial" w:hAnsi="Arial" w:cs="Arial"/>
                <w:b/>
                <w:sz w:val="20"/>
                <w:szCs w:val="20"/>
              </w:rPr>
              <w:t xml:space="preserve">Przedmiot </w:t>
            </w:r>
            <w:r w:rsidR="00233FC6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233FC6" w:rsidRPr="00233FC6">
              <w:rPr>
                <w:rFonts w:ascii="Arial" w:hAnsi="Arial" w:cs="Arial"/>
                <w:b/>
                <w:sz w:val="20"/>
                <w:szCs w:val="20"/>
              </w:rPr>
              <w:t>mowy</w:t>
            </w:r>
          </w:p>
        </w:tc>
        <w:tc>
          <w:tcPr>
            <w:tcW w:w="2693" w:type="dxa"/>
            <w:vAlign w:val="center"/>
          </w:tcPr>
          <w:p w14:paraId="7D81C187" w14:textId="77777777" w:rsidR="001C7B95" w:rsidRPr="00233FC6" w:rsidRDefault="001C7B95" w:rsidP="004E1D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FC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4E1DF2">
              <w:rPr>
                <w:rFonts w:ascii="Arial" w:hAnsi="Arial" w:cs="Arial"/>
                <w:b/>
                <w:sz w:val="20"/>
                <w:szCs w:val="20"/>
              </w:rPr>
              <w:t>umowy/zamówienia</w:t>
            </w:r>
          </w:p>
        </w:tc>
        <w:tc>
          <w:tcPr>
            <w:tcW w:w="1843" w:type="dxa"/>
            <w:vAlign w:val="center"/>
          </w:tcPr>
          <w:p w14:paraId="75EA661B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FC6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Align w:val="center"/>
          </w:tcPr>
          <w:p w14:paraId="3C5C02A2" w14:textId="77777777" w:rsidR="001C7B95" w:rsidRPr="00233FC6" w:rsidRDefault="004300E0" w:rsidP="001C7B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FC6">
              <w:rPr>
                <w:rFonts w:ascii="Arial" w:hAnsi="Arial" w:cs="Arial"/>
                <w:b/>
                <w:sz w:val="20"/>
                <w:szCs w:val="20"/>
              </w:rPr>
              <w:t>Zamawiający (</w:t>
            </w:r>
            <w:r w:rsidR="001C7B95" w:rsidRPr="00233FC6">
              <w:rPr>
                <w:rFonts w:ascii="Arial" w:hAnsi="Arial" w:cs="Arial"/>
                <w:b/>
                <w:sz w:val="20"/>
                <w:szCs w:val="20"/>
              </w:rPr>
              <w:t>nazwa i adres)</w:t>
            </w:r>
          </w:p>
        </w:tc>
      </w:tr>
      <w:tr w:rsidR="001C7B95" w:rsidRPr="00C01C67" w14:paraId="09B1D1D1" w14:textId="77777777" w:rsidTr="00233FC6">
        <w:trPr>
          <w:trHeight w:val="819"/>
          <w:jc w:val="center"/>
        </w:trPr>
        <w:tc>
          <w:tcPr>
            <w:tcW w:w="516" w:type="dxa"/>
          </w:tcPr>
          <w:p w14:paraId="4AC80236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09C049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FC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98" w:type="dxa"/>
          </w:tcPr>
          <w:p w14:paraId="6F229538" w14:textId="77777777" w:rsidR="001C7B95" w:rsidRPr="00233FC6" w:rsidRDefault="001C7B95" w:rsidP="001C7B9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C38A58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9F1555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36021CAB" w14:textId="77777777" w:rsidR="001C7B95" w:rsidRPr="00233FC6" w:rsidRDefault="001C7B95" w:rsidP="001C7B9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12AE35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1C7B95" w:rsidRPr="00C01C67" w14:paraId="744D09D4" w14:textId="77777777" w:rsidTr="00233FC6">
        <w:trPr>
          <w:trHeight w:val="844"/>
          <w:jc w:val="center"/>
        </w:trPr>
        <w:tc>
          <w:tcPr>
            <w:tcW w:w="516" w:type="dxa"/>
          </w:tcPr>
          <w:p w14:paraId="05CAF900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BF1FB5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FC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98" w:type="dxa"/>
          </w:tcPr>
          <w:p w14:paraId="7D30511F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41A50175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35AE42" w14:textId="77777777" w:rsidR="001C7B95" w:rsidRPr="00233FC6" w:rsidRDefault="001C7B95" w:rsidP="001C7B9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106B0221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743D720B" w14:textId="77777777" w:rsidR="001C7B95" w:rsidRPr="00233FC6" w:rsidRDefault="001C7B95" w:rsidP="001C7B9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F6687" w:rsidRPr="00C01C67" w14:paraId="6FFE1593" w14:textId="77777777" w:rsidTr="00233FC6">
        <w:trPr>
          <w:trHeight w:val="844"/>
          <w:jc w:val="center"/>
        </w:trPr>
        <w:tc>
          <w:tcPr>
            <w:tcW w:w="516" w:type="dxa"/>
          </w:tcPr>
          <w:p w14:paraId="4A7EF157" w14:textId="77777777" w:rsidR="007F6687" w:rsidRPr="00233FC6" w:rsidRDefault="007F6687" w:rsidP="001C7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FC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598" w:type="dxa"/>
          </w:tcPr>
          <w:p w14:paraId="02FD8308" w14:textId="77777777" w:rsidR="007F6687" w:rsidRPr="00233FC6" w:rsidRDefault="007F6687" w:rsidP="001C7B9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52987703" w14:textId="77777777" w:rsidR="007F6687" w:rsidRPr="00233FC6" w:rsidRDefault="007F6687" w:rsidP="001C7B9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1A9545" w14:textId="77777777" w:rsidR="007F6687" w:rsidRPr="00233FC6" w:rsidRDefault="007F6687" w:rsidP="001C7B9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1CDD471E" w14:textId="77777777" w:rsidR="007F6687" w:rsidRPr="00233FC6" w:rsidRDefault="007F6687" w:rsidP="001C7B9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018E93C7" w14:textId="77777777" w:rsidR="001C7B95" w:rsidRDefault="001C7B95" w:rsidP="001C7B95">
      <w:pPr>
        <w:ind w:left="142" w:hanging="142"/>
        <w:rPr>
          <w:rFonts w:asciiTheme="minorHAnsi" w:hAnsiTheme="minorHAnsi" w:cs="Arial"/>
          <w:sz w:val="20"/>
          <w:szCs w:val="20"/>
        </w:rPr>
      </w:pPr>
    </w:p>
    <w:p w14:paraId="55C7F802" w14:textId="77777777" w:rsidR="00A401CF" w:rsidRDefault="00A401CF" w:rsidP="001C7B95">
      <w:pPr>
        <w:ind w:left="142" w:hanging="142"/>
        <w:rPr>
          <w:rFonts w:asciiTheme="minorHAnsi" w:hAnsiTheme="minorHAnsi" w:cs="Arial"/>
          <w:sz w:val="20"/>
          <w:szCs w:val="20"/>
        </w:rPr>
      </w:pPr>
    </w:p>
    <w:p w14:paraId="73823FD6" w14:textId="77777777" w:rsidR="00A401CF" w:rsidRDefault="00A401CF" w:rsidP="001C7B95">
      <w:pPr>
        <w:ind w:left="142" w:hanging="142"/>
        <w:rPr>
          <w:rFonts w:asciiTheme="minorHAnsi" w:hAnsiTheme="minorHAnsi" w:cs="Arial"/>
          <w:sz w:val="20"/>
          <w:szCs w:val="20"/>
        </w:rPr>
      </w:pPr>
    </w:p>
    <w:p w14:paraId="66D7FB9C" w14:textId="77777777" w:rsidR="00A401CF" w:rsidRDefault="00A401CF" w:rsidP="001C7B95">
      <w:pPr>
        <w:ind w:left="142" w:hanging="142"/>
        <w:rPr>
          <w:rFonts w:asciiTheme="minorHAnsi" w:hAnsiTheme="minorHAnsi" w:cs="Arial"/>
          <w:sz w:val="20"/>
          <w:szCs w:val="20"/>
        </w:rPr>
      </w:pPr>
    </w:p>
    <w:p w14:paraId="06DC8E14" w14:textId="77777777" w:rsidR="00A401CF" w:rsidRPr="00C01C67" w:rsidRDefault="00A401CF" w:rsidP="001C7B95">
      <w:pPr>
        <w:ind w:left="142" w:hanging="142"/>
        <w:rPr>
          <w:rFonts w:asciiTheme="minorHAnsi" w:hAnsiTheme="minorHAnsi" w:cs="Arial"/>
          <w:sz w:val="20"/>
          <w:szCs w:val="20"/>
        </w:rPr>
      </w:pPr>
    </w:p>
    <w:p w14:paraId="56435926" w14:textId="77777777" w:rsidR="001C7B95" w:rsidRPr="00233FC6" w:rsidRDefault="001C7B95" w:rsidP="001C7B95">
      <w:pPr>
        <w:ind w:left="142" w:hanging="142"/>
        <w:rPr>
          <w:rFonts w:ascii="Arial" w:hAnsi="Arial" w:cs="Arial"/>
          <w:sz w:val="18"/>
          <w:szCs w:val="20"/>
        </w:rPr>
      </w:pPr>
      <w:r w:rsidRPr="00233FC6">
        <w:rPr>
          <w:rFonts w:ascii="Arial" w:hAnsi="Arial" w:cs="Arial"/>
          <w:sz w:val="18"/>
          <w:szCs w:val="20"/>
        </w:rPr>
        <w:t>D</w:t>
      </w:r>
      <w:r w:rsidR="004300E0" w:rsidRPr="00233FC6">
        <w:rPr>
          <w:rFonts w:ascii="Arial" w:hAnsi="Arial" w:cs="Arial"/>
          <w:sz w:val="18"/>
          <w:szCs w:val="20"/>
        </w:rPr>
        <w:t>o wykazu należy dołączyć dowody</w:t>
      </w:r>
      <w:r w:rsidR="009D4111">
        <w:rPr>
          <w:rFonts w:ascii="Arial" w:hAnsi="Arial" w:cs="Arial"/>
          <w:sz w:val="18"/>
          <w:szCs w:val="20"/>
        </w:rPr>
        <w:t xml:space="preserve"> (np. referencje) </w:t>
      </w:r>
      <w:r w:rsidRPr="00233FC6">
        <w:rPr>
          <w:rFonts w:ascii="Arial" w:hAnsi="Arial" w:cs="Arial"/>
          <w:sz w:val="18"/>
          <w:szCs w:val="20"/>
        </w:rPr>
        <w:t xml:space="preserve">potwierdzające, że </w:t>
      </w:r>
      <w:r w:rsidR="00A401CF">
        <w:rPr>
          <w:rFonts w:ascii="Arial" w:hAnsi="Arial" w:cs="Arial"/>
          <w:sz w:val="18"/>
          <w:szCs w:val="20"/>
        </w:rPr>
        <w:t>dostawy</w:t>
      </w:r>
      <w:r w:rsidRPr="00233FC6">
        <w:rPr>
          <w:rFonts w:ascii="Arial" w:hAnsi="Arial" w:cs="Arial"/>
          <w:sz w:val="18"/>
          <w:szCs w:val="20"/>
        </w:rPr>
        <w:t xml:space="preserve"> zostały wykonane należycie.</w:t>
      </w:r>
    </w:p>
    <w:p w14:paraId="70BFF65F" w14:textId="77777777" w:rsidR="00303BD7" w:rsidRPr="00233FC6" w:rsidRDefault="00303BD7" w:rsidP="001C7B95">
      <w:pPr>
        <w:ind w:left="142" w:hanging="142"/>
        <w:rPr>
          <w:rFonts w:ascii="Arial" w:hAnsi="Arial" w:cs="Arial"/>
          <w:sz w:val="18"/>
          <w:szCs w:val="20"/>
        </w:rPr>
      </w:pPr>
    </w:p>
    <w:p w14:paraId="0F5B861D" w14:textId="77777777" w:rsidR="001C7B95" w:rsidRPr="00C01C67" w:rsidRDefault="001C7B95" w:rsidP="001C7B95">
      <w:pPr>
        <w:rPr>
          <w:rFonts w:asciiTheme="minorHAnsi" w:hAnsiTheme="minorHAnsi" w:cs="Arial"/>
          <w:sz w:val="20"/>
          <w:szCs w:val="20"/>
        </w:rPr>
      </w:pPr>
    </w:p>
    <w:p w14:paraId="4534B3B8" w14:textId="77777777" w:rsidR="00D87146" w:rsidRDefault="00D87146" w:rsidP="001C7B95">
      <w:pPr>
        <w:rPr>
          <w:rFonts w:asciiTheme="minorHAnsi" w:hAnsiTheme="minorHAnsi" w:cs="Arial"/>
          <w:sz w:val="20"/>
          <w:szCs w:val="20"/>
        </w:rPr>
      </w:pPr>
    </w:p>
    <w:p w14:paraId="11DF61A1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41B1116A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40F5E4A0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3450B527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174269A5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69DB9590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28059F1D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7AB5E14A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2E90D835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05C33AB4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2DAFCFE0" w14:textId="77777777" w:rsidR="00233FC6" w:rsidRDefault="00233FC6" w:rsidP="001C7B95">
      <w:pPr>
        <w:rPr>
          <w:rFonts w:asciiTheme="minorHAnsi" w:hAnsiTheme="minorHAnsi" w:cs="Arial"/>
          <w:sz w:val="20"/>
          <w:szCs w:val="20"/>
        </w:rPr>
      </w:pPr>
    </w:p>
    <w:p w14:paraId="4CC69EF6" w14:textId="77777777" w:rsidR="00D87146" w:rsidRPr="00C01C67" w:rsidRDefault="00D87146" w:rsidP="001C7B95">
      <w:pPr>
        <w:rPr>
          <w:rFonts w:asciiTheme="minorHAnsi" w:hAnsiTheme="minorHAnsi" w:cs="Arial"/>
          <w:sz w:val="20"/>
          <w:szCs w:val="20"/>
        </w:rPr>
      </w:pPr>
    </w:p>
    <w:sectPr w:rsidR="00D87146" w:rsidRPr="00C01C67" w:rsidSect="00233FC6">
      <w:headerReference w:type="default" r:id="rId9"/>
      <w:pgSz w:w="11905" w:h="16837" w:code="9"/>
      <w:pgMar w:top="1276" w:right="1134" w:bottom="567" w:left="1276" w:header="3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3FD5D" w14:textId="77777777" w:rsidR="002E00BC" w:rsidRDefault="002E00BC" w:rsidP="00504967">
      <w:r>
        <w:separator/>
      </w:r>
    </w:p>
  </w:endnote>
  <w:endnote w:type="continuationSeparator" w:id="0">
    <w:p w14:paraId="3298E9E6" w14:textId="77777777" w:rsidR="002E00BC" w:rsidRDefault="002E00BC" w:rsidP="00504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E83F7" w14:textId="77777777" w:rsidR="002E00BC" w:rsidRDefault="002E00BC" w:rsidP="00504967">
      <w:r>
        <w:separator/>
      </w:r>
    </w:p>
  </w:footnote>
  <w:footnote w:type="continuationSeparator" w:id="0">
    <w:p w14:paraId="04CEE42A" w14:textId="77777777" w:rsidR="002E00BC" w:rsidRDefault="002E00BC" w:rsidP="00504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18B60" w14:textId="77777777" w:rsidR="00504967" w:rsidRPr="00F35534" w:rsidRDefault="007F6687" w:rsidP="00C01C67">
    <w:pPr>
      <w:pStyle w:val="Nagwek"/>
      <w:jc w:val="right"/>
      <w:rPr>
        <w:rFonts w:ascii="Arial" w:hAnsi="Arial" w:cs="Arial"/>
        <w:b/>
        <w:i/>
        <w:sz w:val="20"/>
        <w:szCs w:val="20"/>
      </w:rPr>
    </w:pPr>
    <w:r w:rsidRPr="00F35534">
      <w:rPr>
        <w:rFonts w:ascii="Arial" w:hAnsi="Arial" w:cs="Arial"/>
        <w:b/>
        <w:i/>
        <w:sz w:val="20"/>
        <w:szCs w:val="20"/>
      </w:rPr>
      <w:t xml:space="preserve">Załącznik nr </w:t>
    </w:r>
    <w:r w:rsidR="004E1DF2">
      <w:rPr>
        <w:rFonts w:ascii="Arial" w:hAnsi="Arial" w:cs="Arial"/>
        <w:b/>
        <w:i/>
        <w:sz w:val="20"/>
        <w:szCs w:val="20"/>
      </w:rPr>
      <w:t>9</w:t>
    </w:r>
    <w:r w:rsidR="000B05C1">
      <w:rPr>
        <w:rFonts w:ascii="Arial" w:hAnsi="Arial" w:cs="Arial"/>
        <w:b/>
        <w:i/>
        <w:sz w:val="20"/>
        <w:szCs w:val="20"/>
      </w:rPr>
      <w:t xml:space="preserve"> do S</w:t>
    </w:r>
    <w:r w:rsidRPr="00F35534">
      <w:rPr>
        <w:rFonts w:ascii="Arial" w:hAnsi="Arial" w:cs="Arial"/>
        <w:b/>
        <w:i/>
        <w:sz w:val="20"/>
        <w:szCs w:val="20"/>
      </w:rPr>
      <w:t>WZ</w:t>
    </w:r>
  </w:p>
  <w:p w14:paraId="114CE946" w14:textId="04D54802" w:rsidR="007879F3" w:rsidRDefault="007F6687" w:rsidP="00C01C67">
    <w:pPr>
      <w:pStyle w:val="Nagwek"/>
      <w:pBdr>
        <w:bottom w:val="single" w:sz="12" w:space="1" w:color="auto"/>
      </w:pBdr>
      <w:jc w:val="right"/>
      <w:rPr>
        <w:rFonts w:ascii="Arial" w:hAnsi="Arial" w:cs="Arial"/>
        <w:i/>
        <w:sz w:val="20"/>
      </w:rPr>
    </w:pPr>
    <w:r w:rsidRPr="007F6687">
      <w:rPr>
        <w:rFonts w:ascii="Arial" w:hAnsi="Arial" w:cs="Arial"/>
        <w:i/>
        <w:sz w:val="20"/>
      </w:rPr>
      <w:t xml:space="preserve">Wzór wykazu </w:t>
    </w:r>
    <w:r w:rsidR="009F016F">
      <w:rPr>
        <w:rFonts w:ascii="Arial" w:hAnsi="Arial" w:cs="Arial"/>
        <w:i/>
        <w:sz w:val="20"/>
      </w:rPr>
      <w:t>umów/zamówień</w:t>
    </w:r>
  </w:p>
  <w:p w14:paraId="4E9DDE99" w14:textId="77777777" w:rsidR="007F6687" w:rsidRPr="007F6687" w:rsidRDefault="007F6687" w:rsidP="00C01C67">
    <w:pPr>
      <w:pStyle w:val="Nagwek"/>
      <w:jc w:val="right"/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HorizontalDrawingGridEvery w:val="0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C88"/>
    <w:rsid w:val="00002D05"/>
    <w:rsid w:val="0004060E"/>
    <w:rsid w:val="0005449B"/>
    <w:rsid w:val="00072C83"/>
    <w:rsid w:val="000B05C1"/>
    <w:rsid w:val="000C3804"/>
    <w:rsid w:val="000E6A62"/>
    <w:rsid w:val="00147CD3"/>
    <w:rsid w:val="001C7B95"/>
    <w:rsid w:val="001F053D"/>
    <w:rsid w:val="00233FC6"/>
    <w:rsid w:val="002D26D9"/>
    <w:rsid w:val="002E00BC"/>
    <w:rsid w:val="00303BD7"/>
    <w:rsid w:val="00390762"/>
    <w:rsid w:val="003C40D2"/>
    <w:rsid w:val="003D5502"/>
    <w:rsid w:val="00401630"/>
    <w:rsid w:val="004300E0"/>
    <w:rsid w:val="00471E26"/>
    <w:rsid w:val="004E1DF2"/>
    <w:rsid w:val="004E5AD6"/>
    <w:rsid w:val="00504967"/>
    <w:rsid w:val="00526AE3"/>
    <w:rsid w:val="005A13FA"/>
    <w:rsid w:val="005D3D83"/>
    <w:rsid w:val="00633610"/>
    <w:rsid w:val="00644EBD"/>
    <w:rsid w:val="00672A24"/>
    <w:rsid w:val="006B6BE0"/>
    <w:rsid w:val="006C7D56"/>
    <w:rsid w:val="006E49AB"/>
    <w:rsid w:val="0074396A"/>
    <w:rsid w:val="00785234"/>
    <w:rsid w:val="007879F3"/>
    <w:rsid w:val="007F6687"/>
    <w:rsid w:val="00815333"/>
    <w:rsid w:val="008D363B"/>
    <w:rsid w:val="00976A96"/>
    <w:rsid w:val="009D4111"/>
    <w:rsid w:val="009F016F"/>
    <w:rsid w:val="00A401CF"/>
    <w:rsid w:val="00A6159F"/>
    <w:rsid w:val="00AE6DF9"/>
    <w:rsid w:val="00AF1885"/>
    <w:rsid w:val="00B1348B"/>
    <w:rsid w:val="00C01C67"/>
    <w:rsid w:val="00C14C88"/>
    <w:rsid w:val="00D87146"/>
    <w:rsid w:val="00DF25E2"/>
    <w:rsid w:val="00E254EA"/>
    <w:rsid w:val="00E86600"/>
    <w:rsid w:val="00EC5D3C"/>
    <w:rsid w:val="00F35534"/>
    <w:rsid w:val="00F8383E"/>
    <w:rsid w:val="00F86370"/>
    <w:rsid w:val="00FC4086"/>
    <w:rsid w:val="00FE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21DFE8"/>
  <w15:docId w15:val="{62E3A50C-5E99-41FD-B3B9-1EC21A74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7B95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C7B95"/>
  </w:style>
  <w:style w:type="paragraph" w:styleId="Tekstprzypisudolnego">
    <w:name w:val="footnote text"/>
    <w:basedOn w:val="Normalny"/>
    <w:semiHidden/>
    <w:rsid w:val="001C7B95"/>
    <w:rPr>
      <w:sz w:val="20"/>
      <w:szCs w:val="20"/>
    </w:rPr>
  </w:style>
  <w:style w:type="paragraph" w:styleId="Nagwek">
    <w:name w:val="header"/>
    <w:basedOn w:val="Normalny"/>
    <w:link w:val="NagwekZnak"/>
    <w:rsid w:val="005049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4967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5049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4967"/>
    <w:rPr>
      <w:sz w:val="24"/>
      <w:szCs w:val="24"/>
      <w:lang w:eastAsia="ar-SA"/>
    </w:rPr>
  </w:style>
  <w:style w:type="paragraph" w:customStyle="1" w:styleId="Znak">
    <w:name w:val="Znak"/>
    <w:basedOn w:val="Normalny"/>
    <w:rsid w:val="00147CD3"/>
    <w:pPr>
      <w:suppressAutoHyphens w:val="0"/>
    </w:pPr>
    <w:rPr>
      <w:lang w:eastAsia="pl-PL"/>
    </w:rPr>
  </w:style>
  <w:style w:type="paragraph" w:styleId="Tekstdymka">
    <w:name w:val="Balloon Text"/>
    <w:basedOn w:val="Normalny"/>
    <w:link w:val="TekstdymkaZnak"/>
    <w:rsid w:val="007879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879F3"/>
    <w:rPr>
      <w:rFonts w:ascii="Tahoma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04060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zarek\Desktop\37.Drukowanie\Za&#322;&#261;czniki%20do%20SIWZ\3_Wykaz%20us&#322;ug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C2DD2EBE3F3E47813F850772B5B43D" ma:contentTypeVersion="0" ma:contentTypeDescription="Utwórz nowy dokument." ma:contentTypeScope="" ma:versionID="faf1ecb2e8c1f646aab389d16f325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9219bef1616ebfe3b31f737728810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3E8785-92F7-452A-8A4B-D60CC0819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87EE3E-E59B-47A3-9E22-02E221688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DC7F6C-0063-4C07-8009-CC7D7ED03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3_Wykaz usług</Template>
  <TotalTime>11</TotalTime>
  <Pages>1</Pages>
  <Words>75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Ilona Szarek</dc:creator>
  <cp:lastModifiedBy>Gawałkiewicz Martyna</cp:lastModifiedBy>
  <cp:revision>13</cp:revision>
  <cp:lastPrinted>2023-10-20T08:12:00Z</cp:lastPrinted>
  <dcterms:created xsi:type="dcterms:W3CDTF">2020-10-12T10:05:00Z</dcterms:created>
  <dcterms:modified xsi:type="dcterms:W3CDTF">2026-01-29T07:44:00Z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0x01010018C2DD2EBE3F3E47813F850772B5B43D</vt:lpwstr>
  </property>
  <property fmtid="{D5CDD505-2E9C-101B-9397-08002B2CF9AE}" pid="3" name="IsMyDocuments">
    <vt:bool>true</vt:bool>
  </property>
</Properties>
</file>